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05175C" w:rsidRPr="0005175C">
        <w:rPr>
          <w:b/>
          <w:lang w:eastAsia="cs-CZ"/>
        </w:rPr>
        <w:t>Dodání echometru s příslušenstvím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926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700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17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17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535A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B3AF3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5175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48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13DB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77F6CDB0-40DB-4842-AF88-D7696A70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C39950-C4E4-4BA1-8668-7A11C155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7</cp:revision>
  <cp:lastPrinted>2017-11-28T17:18:00Z</cp:lastPrinted>
  <dcterms:created xsi:type="dcterms:W3CDTF">2020-01-22T08:42:00Z</dcterms:created>
  <dcterms:modified xsi:type="dcterms:W3CDTF">2020-07-15T13:39:00Z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